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795" w:rsidRDefault="005C39F0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15FE58F" wp14:editId="16F68800">
            <wp:simplePos x="0" y="0"/>
            <wp:positionH relativeFrom="column">
              <wp:posOffset>-712775</wp:posOffset>
            </wp:positionH>
            <wp:positionV relativeFrom="paragraph">
              <wp:posOffset>-712775</wp:posOffset>
            </wp:positionV>
            <wp:extent cx="7585710" cy="234817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585786" cy="2348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5795" w:rsidRDefault="000A5795"/>
    <w:p w:rsidR="000A5795" w:rsidRDefault="000A5795"/>
    <w:p w:rsidR="000A5795" w:rsidRDefault="000A5795"/>
    <w:p w:rsidR="001A4C76" w:rsidRDefault="001A4C76"/>
    <w:p w:rsidR="000A5795" w:rsidRDefault="000A5795"/>
    <w:tbl>
      <w:tblPr>
        <w:tblW w:w="9931" w:type="dxa"/>
        <w:tblLayout w:type="fixed"/>
        <w:tblLook w:val="01E0" w:firstRow="1" w:lastRow="1" w:firstColumn="1" w:lastColumn="1" w:noHBand="0" w:noVBand="0"/>
      </w:tblPr>
      <w:tblGrid>
        <w:gridCol w:w="5211"/>
        <w:gridCol w:w="4720"/>
      </w:tblGrid>
      <w:tr w:rsidR="00201F49" w:rsidRPr="00201F49" w:rsidTr="00804AD5">
        <w:tc>
          <w:tcPr>
            <w:tcW w:w="5211" w:type="dxa"/>
          </w:tcPr>
          <w:p w:rsidR="00201F49" w:rsidRPr="00201F49" w:rsidRDefault="00201F49" w:rsidP="00201F4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 № ______________</w:t>
            </w:r>
          </w:p>
        </w:tc>
        <w:tc>
          <w:tcPr>
            <w:tcW w:w="4720" w:type="dxa"/>
          </w:tcPr>
          <w:p w:rsidR="00201F49" w:rsidRPr="00201F49" w:rsidRDefault="00201F49" w:rsidP="00201F4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1F49" w:rsidRPr="00201F49" w:rsidTr="00804AD5">
        <w:trPr>
          <w:trHeight w:val="332"/>
        </w:trPr>
        <w:tc>
          <w:tcPr>
            <w:tcW w:w="5211" w:type="dxa"/>
          </w:tcPr>
          <w:p w:rsidR="00201F49" w:rsidRPr="00201F49" w:rsidRDefault="00201F49" w:rsidP="00201F4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  <w:p w:rsidR="00201F49" w:rsidRPr="00201F49" w:rsidRDefault="00201F49" w:rsidP="00201F4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1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__________________________</w:t>
            </w:r>
          </w:p>
        </w:tc>
        <w:tc>
          <w:tcPr>
            <w:tcW w:w="4720" w:type="dxa"/>
          </w:tcPr>
          <w:p w:rsidR="00201F49" w:rsidRPr="00201F49" w:rsidRDefault="00201F49" w:rsidP="00201F49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0BB4" w:rsidRDefault="00D80BB4" w:rsidP="00D80BB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D80BB4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80B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5BD" w:rsidRDefault="00B74E2A" w:rsidP="00D80BB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0BB4" w:rsidRPr="00D80BB4">
        <w:rPr>
          <w:rFonts w:ascii="Times New Roman" w:hAnsi="Times New Roman" w:cs="Times New Roman"/>
          <w:sz w:val="28"/>
          <w:szCs w:val="28"/>
        </w:rPr>
        <w:t>ремьер-министра Р</w:t>
      </w:r>
      <w:r w:rsidR="00D80BB4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="00D80BB4" w:rsidRPr="00D80BB4">
        <w:rPr>
          <w:rFonts w:ascii="Times New Roman" w:hAnsi="Times New Roman" w:cs="Times New Roman"/>
          <w:sz w:val="28"/>
          <w:szCs w:val="28"/>
        </w:rPr>
        <w:t>Т</w:t>
      </w:r>
      <w:r w:rsidR="00D80BB4">
        <w:rPr>
          <w:rFonts w:ascii="Times New Roman" w:hAnsi="Times New Roman" w:cs="Times New Roman"/>
          <w:sz w:val="28"/>
          <w:szCs w:val="28"/>
        </w:rPr>
        <w:t>атарстан – м</w:t>
      </w:r>
      <w:r w:rsidR="001013CD" w:rsidRPr="001013CD">
        <w:rPr>
          <w:rFonts w:ascii="Times New Roman" w:hAnsi="Times New Roman" w:cs="Times New Roman"/>
          <w:sz w:val="28"/>
          <w:szCs w:val="28"/>
        </w:rPr>
        <w:t>инистр</w:t>
      </w:r>
      <w:r w:rsidR="001013CD">
        <w:rPr>
          <w:rFonts w:ascii="Times New Roman" w:hAnsi="Times New Roman" w:cs="Times New Roman"/>
          <w:sz w:val="28"/>
          <w:szCs w:val="28"/>
        </w:rPr>
        <w:t>у</w:t>
      </w:r>
      <w:r w:rsidR="001013CD" w:rsidRPr="001013CD">
        <w:rPr>
          <w:rFonts w:ascii="Times New Roman" w:hAnsi="Times New Roman" w:cs="Times New Roman"/>
          <w:sz w:val="28"/>
          <w:szCs w:val="28"/>
        </w:rPr>
        <w:t xml:space="preserve"> </w:t>
      </w:r>
      <w:r w:rsidR="008D3BB6">
        <w:rPr>
          <w:rFonts w:ascii="Times New Roman" w:hAnsi="Times New Roman" w:cs="Times New Roman"/>
          <w:sz w:val="28"/>
          <w:szCs w:val="28"/>
        </w:rPr>
        <w:t>образования и науки</w:t>
      </w:r>
      <w:r w:rsidR="001013CD" w:rsidRPr="001013CD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013CD" w:rsidRDefault="001013CD" w:rsidP="00D80BB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E455BD" w:rsidRDefault="008D3BB6" w:rsidP="00D80BB4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Р.Т.БУРГАНОВУ</w:t>
      </w:r>
    </w:p>
    <w:p w:rsidR="003F3453" w:rsidRDefault="003F3453" w:rsidP="003F3453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</w:p>
    <w:p w:rsidR="003F3453" w:rsidRDefault="003F3453" w:rsidP="003F34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</w:t>
      </w:r>
      <w:r w:rsidR="00B64D74">
        <w:rPr>
          <w:rFonts w:ascii="Times New Roman" w:hAnsi="Times New Roman" w:cs="Times New Roman"/>
          <w:b/>
          <w:sz w:val="28"/>
          <w:szCs w:val="28"/>
        </w:rPr>
        <w:t>ы</w:t>
      </w:r>
      <w:r w:rsidR="00E455BD">
        <w:rPr>
          <w:rFonts w:ascii="Times New Roman" w:hAnsi="Times New Roman" w:cs="Times New Roman"/>
          <w:b/>
          <w:sz w:val="28"/>
          <w:szCs w:val="28"/>
        </w:rPr>
        <w:t>й</w:t>
      </w:r>
      <w:r w:rsidR="001013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3BB6">
        <w:rPr>
          <w:rFonts w:ascii="Times New Roman" w:hAnsi="Times New Roman" w:cs="Times New Roman"/>
          <w:b/>
          <w:sz w:val="28"/>
          <w:szCs w:val="28"/>
        </w:rPr>
        <w:t>Рафис</w:t>
      </w:r>
      <w:proofErr w:type="spellEnd"/>
      <w:r w:rsidR="008D3B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D3BB6">
        <w:rPr>
          <w:rFonts w:ascii="Times New Roman" w:hAnsi="Times New Roman" w:cs="Times New Roman"/>
          <w:b/>
          <w:sz w:val="28"/>
          <w:szCs w:val="28"/>
        </w:rPr>
        <w:t>Тимерханович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3F3453" w:rsidRDefault="003F3453" w:rsidP="003F34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3BB6" w:rsidRDefault="008D3BB6" w:rsidP="002A318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встречи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Советника Республики Татарстан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М.Ш.Шаймиева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волонтерами АНО «Ассамблея туристских волонтеров Республики Татарстан» </w:t>
      </w:r>
      <w:r w:rsidR="006822F6">
        <w:rPr>
          <w:rFonts w:ascii="Times New Roman" w:hAnsi="Times New Roman" w:cs="Times New Roman"/>
          <w:sz w:val="28"/>
          <w:szCs w:val="28"/>
        </w:rPr>
        <w:t xml:space="preserve">был поддержан </w:t>
      </w:r>
      <w:r w:rsidRPr="008D3BB6">
        <w:rPr>
          <w:rFonts w:ascii="Times New Roman" w:hAnsi="Times New Roman" w:cs="Times New Roman"/>
          <w:sz w:val="28"/>
          <w:szCs w:val="28"/>
        </w:rPr>
        <w:t xml:space="preserve">проект «Конкурс школьных рисунков и стихов о Великом </w:t>
      </w:r>
      <w:proofErr w:type="spellStart"/>
      <w:r w:rsidRPr="008D3BB6">
        <w:rPr>
          <w:rFonts w:ascii="Times New Roman" w:hAnsi="Times New Roman" w:cs="Times New Roman"/>
          <w:sz w:val="28"/>
          <w:szCs w:val="28"/>
        </w:rPr>
        <w:t>Болгаре</w:t>
      </w:r>
      <w:proofErr w:type="spellEnd"/>
      <w:r w:rsidRPr="008D3BB6">
        <w:rPr>
          <w:rFonts w:ascii="Times New Roman" w:hAnsi="Times New Roman" w:cs="Times New Roman"/>
          <w:sz w:val="28"/>
          <w:szCs w:val="28"/>
        </w:rPr>
        <w:t xml:space="preserve"> и острове-граде Свияжск»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3543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Конкурс).</w:t>
      </w:r>
      <w:r w:rsidR="006822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185" w:rsidRDefault="002A3185" w:rsidP="002A3185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Просим Вас рассмотреть возможность направить информацию о Конкурсе в школьные общеобразовательные учреждения Республики Татарстан, а также в период летних каникул в летних школьных лагерях провести дни Конкурса школьных</w:t>
      </w:r>
      <w:r w:rsidRPr="008D3BB6">
        <w:rPr>
          <w:rFonts w:ascii="Times New Roman" w:hAnsi="Times New Roman" w:cs="Times New Roman"/>
          <w:sz w:val="28"/>
          <w:szCs w:val="28"/>
        </w:rPr>
        <w:t xml:space="preserve"> рисунков и стихов о Великом </w:t>
      </w:r>
      <w:proofErr w:type="spellStart"/>
      <w:r w:rsidRPr="008D3BB6">
        <w:rPr>
          <w:rFonts w:ascii="Times New Roman" w:hAnsi="Times New Roman" w:cs="Times New Roman"/>
          <w:sz w:val="28"/>
          <w:szCs w:val="28"/>
        </w:rPr>
        <w:t>Болгаре</w:t>
      </w:r>
      <w:proofErr w:type="spellEnd"/>
      <w:r w:rsidRPr="008D3BB6">
        <w:rPr>
          <w:rFonts w:ascii="Times New Roman" w:hAnsi="Times New Roman" w:cs="Times New Roman"/>
          <w:sz w:val="28"/>
          <w:szCs w:val="28"/>
        </w:rPr>
        <w:t xml:space="preserve"> и острове-граде Свияжск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6A49" w:rsidRDefault="00935435" w:rsidP="00D80BB4">
      <w:pPr>
        <w:spacing w:after="0" w:line="288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Приложение: на </w:t>
      </w:r>
      <w:r w:rsidR="00D958B8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 в 1 экз.</w:t>
      </w:r>
      <w:r w:rsidR="00E140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7487A" w:rsidRDefault="00D7487A" w:rsidP="007C618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BB4" w:rsidRDefault="00D80BB4" w:rsidP="007C6187">
      <w:pPr>
        <w:spacing w:after="0"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13CD" w:rsidRPr="00BE3864" w:rsidRDefault="001013CD" w:rsidP="001013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864">
        <w:rPr>
          <w:rFonts w:ascii="Times New Roman" w:hAnsi="Times New Roman" w:cs="Times New Roman"/>
          <w:sz w:val="28"/>
          <w:szCs w:val="28"/>
        </w:rPr>
        <w:t xml:space="preserve">Председатель                                                                                                  </w:t>
      </w:r>
      <w:proofErr w:type="spellStart"/>
      <w:r w:rsidRPr="00BE3864">
        <w:rPr>
          <w:rFonts w:ascii="Times New Roman" w:hAnsi="Times New Roman" w:cs="Times New Roman"/>
          <w:sz w:val="28"/>
          <w:szCs w:val="28"/>
        </w:rPr>
        <w:t>С.Е.Иванов</w:t>
      </w:r>
      <w:proofErr w:type="spellEnd"/>
    </w:p>
    <w:p w:rsidR="007C6187" w:rsidRDefault="007C6187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80BB4" w:rsidRDefault="00D80BB4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A3185" w:rsidRDefault="002A3185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A3185" w:rsidRDefault="002A3185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A3185" w:rsidRDefault="002A3185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55E84" w:rsidRDefault="00055E84" w:rsidP="003F345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9351F" w:rsidRDefault="003D74CD" w:rsidP="003F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Т.Э.Курмаев</w:t>
      </w:r>
      <w:proofErr w:type="spellEnd"/>
    </w:p>
    <w:p w:rsidR="000A5795" w:rsidRDefault="000D5A20" w:rsidP="003F34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(843)222</w:t>
      </w:r>
      <w:r w:rsidR="00947A3C">
        <w:rPr>
          <w:rFonts w:ascii="Times New Roman" w:hAnsi="Times New Roman" w:cs="Times New Roman"/>
          <w:sz w:val="24"/>
          <w:szCs w:val="24"/>
        </w:rPr>
        <w:t>-</w:t>
      </w:r>
      <w:r w:rsidR="003F3453">
        <w:rPr>
          <w:rFonts w:ascii="Times New Roman" w:hAnsi="Times New Roman" w:cs="Times New Roman"/>
          <w:sz w:val="24"/>
          <w:szCs w:val="24"/>
        </w:rPr>
        <w:t>90</w:t>
      </w:r>
      <w:r w:rsidR="00947A3C">
        <w:rPr>
          <w:rFonts w:ascii="Times New Roman" w:hAnsi="Times New Roman" w:cs="Times New Roman"/>
          <w:sz w:val="24"/>
          <w:szCs w:val="24"/>
        </w:rPr>
        <w:t>-50</w:t>
      </w:r>
    </w:p>
    <w:sectPr w:rsidR="000A5795" w:rsidSect="000A57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C6497"/>
    <w:multiLevelType w:val="hybridMultilevel"/>
    <w:tmpl w:val="BD86327C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453"/>
    <w:rsid w:val="00055E84"/>
    <w:rsid w:val="000A5795"/>
    <w:rsid w:val="000C243C"/>
    <w:rsid w:val="000D28B3"/>
    <w:rsid w:val="000D5A20"/>
    <w:rsid w:val="001013CD"/>
    <w:rsid w:val="00124BB6"/>
    <w:rsid w:val="00192E61"/>
    <w:rsid w:val="001A4C76"/>
    <w:rsid w:val="001B2A10"/>
    <w:rsid w:val="00201F49"/>
    <w:rsid w:val="00206B56"/>
    <w:rsid w:val="00221514"/>
    <w:rsid w:val="0022450C"/>
    <w:rsid w:val="00271688"/>
    <w:rsid w:val="0029351F"/>
    <w:rsid w:val="002A3185"/>
    <w:rsid w:val="0039772A"/>
    <w:rsid w:val="003B77C7"/>
    <w:rsid w:val="003D74CD"/>
    <w:rsid w:val="003F3453"/>
    <w:rsid w:val="0044078D"/>
    <w:rsid w:val="004B0FA5"/>
    <w:rsid w:val="004C40A7"/>
    <w:rsid w:val="004E5D15"/>
    <w:rsid w:val="00510380"/>
    <w:rsid w:val="0052686D"/>
    <w:rsid w:val="00531B11"/>
    <w:rsid w:val="005C39F0"/>
    <w:rsid w:val="005E27C9"/>
    <w:rsid w:val="005E4CFE"/>
    <w:rsid w:val="00630087"/>
    <w:rsid w:val="00657E2C"/>
    <w:rsid w:val="006822F6"/>
    <w:rsid w:val="00685EED"/>
    <w:rsid w:val="006A6D1E"/>
    <w:rsid w:val="006C2D06"/>
    <w:rsid w:val="006C4E78"/>
    <w:rsid w:val="006E27B5"/>
    <w:rsid w:val="00710045"/>
    <w:rsid w:val="00717FD3"/>
    <w:rsid w:val="00736AAB"/>
    <w:rsid w:val="00753AE6"/>
    <w:rsid w:val="007A13D4"/>
    <w:rsid w:val="007C0477"/>
    <w:rsid w:val="007C6187"/>
    <w:rsid w:val="00887879"/>
    <w:rsid w:val="00893B82"/>
    <w:rsid w:val="008B246B"/>
    <w:rsid w:val="008D3BB6"/>
    <w:rsid w:val="0093142A"/>
    <w:rsid w:val="00935435"/>
    <w:rsid w:val="00947A3C"/>
    <w:rsid w:val="0099777E"/>
    <w:rsid w:val="009A2CF7"/>
    <w:rsid w:val="00A47F9A"/>
    <w:rsid w:val="00AA57A9"/>
    <w:rsid w:val="00AD76E2"/>
    <w:rsid w:val="00AF5970"/>
    <w:rsid w:val="00B17D90"/>
    <w:rsid w:val="00B64D74"/>
    <w:rsid w:val="00B74E2A"/>
    <w:rsid w:val="00BA353A"/>
    <w:rsid w:val="00BE2E41"/>
    <w:rsid w:val="00C02C3B"/>
    <w:rsid w:val="00CA13C9"/>
    <w:rsid w:val="00CC51E5"/>
    <w:rsid w:val="00D21BDF"/>
    <w:rsid w:val="00D46A49"/>
    <w:rsid w:val="00D71973"/>
    <w:rsid w:val="00D7487A"/>
    <w:rsid w:val="00D80BB4"/>
    <w:rsid w:val="00D958B8"/>
    <w:rsid w:val="00DA111C"/>
    <w:rsid w:val="00DA1DF0"/>
    <w:rsid w:val="00DD5BEB"/>
    <w:rsid w:val="00E038D9"/>
    <w:rsid w:val="00E102A4"/>
    <w:rsid w:val="00E14086"/>
    <w:rsid w:val="00E455BD"/>
    <w:rsid w:val="00E70795"/>
    <w:rsid w:val="00EC0729"/>
    <w:rsid w:val="00F140FF"/>
    <w:rsid w:val="00F3636E"/>
    <w:rsid w:val="00F91344"/>
    <w:rsid w:val="00FD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94F75-395B-4D4B-A0F5-F97E9427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50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30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64D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Ñòèëü1"/>
    <w:basedOn w:val="a"/>
    <w:link w:val="10"/>
    <w:rsid w:val="007C6187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Ñòèëü1 Знак"/>
    <w:link w:val="1"/>
    <w:rsid w:val="007C618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9354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3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1;&#1083;&#1072;&#1085;&#1082;&#1043;&#1050;&#1058;_JPG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БланкГКТ_JPG2</Template>
  <TotalTime>361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2019-04-12T07:26:00Z</cp:lastPrinted>
  <dcterms:created xsi:type="dcterms:W3CDTF">2018-03-13T11:35:00Z</dcterms:created>
  <dcterms:modified xsi:type="dcterms:W3CDTF">2019-05-08T12:28:00Z</dcterms:modified>
</cp:coreProperties>
</file>